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D30E01" w:rsidRPr="00D30E01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D30E01" w:rsidRPr="00D30E01">
        <w:rPr>
          <w:rFonts w:ascii="Times New Roman" w:hAnsi="Times New Roman"/>
          <w:b/>
        </w:rPr>
        <w:t>BP.271.38.2020.BS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30E01" w:rsidRPr="00D30E01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30E01" w:rsidRPr="00D30E01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D30E01" w:rsidRPr="00D30E01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30E01" w:rsidRPr="00D30E01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D30E01" w:rsidRPr="00D30E01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D30E01" w:rsidRPr="00D30E01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D30E01" w:rsidRPr="00D30E01">
        <w:rPr>
          <w:rFonts w:ascii="Times New Roman" w:hAnsi="Times New Roman"/>
          <w:b/>
        </w:rPr>
        <w:t>Rozbudowa Cmentarza Komunalnego w Śremie - I etap - III przetarg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D30E01" w:rsidRPr="00D30E01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D30E01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997D0F">
        <w:rPr>
          <w:rFonts w:ascii="Times New Roman" w:hAnsi="Times New Roman"/>
          <w:bCs/>
          <w:iCs/>
          <w:color w:val="000000"/>
          <w:lang w:eastAsia="x-none"/>
        </w:rPr>
        <w:t xml:space="preserve"> </w:t>
      </w: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D30E01" w:rsidRPr="00292198" w:rsidRDefault="00D30E01" w:rsidP="00D30E01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</w:t>
      </w:r>
      <w:r w:rsidR="00997D0F">
        <w:rPr>
          <w:rFonts w:ascii="Times New Roman" w:hAnsi="Times New Roman"/>
          <w:bCs/>
          <w:iCs/>
        </w:rPr>
        <w:t xml:space="preserve"> </w:t>
      </w:r>
      <w:r w:rsidRPr="00292198">
        <w:rPr>
          <w:rFonts w:ascii="Times New Roman" w:hAnsi="Times New Roman"/>
          <w:bCs/>
          <w:iCs/>
        </w:rPr>
        <w:t xml:space="preserve"> </w:t>
      </w:r>
    </w:p>
    <w:p w:rsidR="00D30E01" w:rsidRPr="00292198" w:rsidRDefault="00292198" w:rsidP="00D30E01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D30E01" w:rsidRPr="00292198">
        <w:rPr>
          <w:rFonts w:ascii="Times New Roman" w:hAnsi="Times New Roman"/>
          <w:bCs/>
          <w:iCs/>
        </w:rPr>
        <w:t xml:space="preserve"> </w:t>
      </w:r>
    </w:p>
    <w:p w:rsidR="00D30E01" w:rsidRPr="00292198" w:rsidRDefault="00292198" w:rsidP="00D30E01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D30E01" w:rsidRPr="00292198">
        <w:rPr>
          <w:rFonts w:ascii="Times New Roman" w:hAnsi="Times New Roman"/>
          <w:bCs/>
          <w:iCs/>
        </w:rPr>
        <w:t xml:space="preserve"> </w:t>
      </w:r>
    </w:p>
    <w:p w:rsidR="00D30E01" w:rsidRDefault="00292198" w:rsidP="00D30E01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D30E01">
        <w:rPr>
          <w:rFonts w:ascii="Times New Roman" w:hAnsi="Times New Roman"/>
          <w:bCs/>
          <w:iCs/>
        </w:rPr>
        <w:t xml:space="preserve"> </w:t>
      </w:r>
    </w:p>
    <w:p w:rsidR="00D30E01" w:rsidRPr="00292198" w:rsidRDefault="00292198" w:rsidP="00D30E01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t xml:space="preserve"> </w:t>
      </w:r>
      <w:r w:rsidR="00D30E01" w:rsidRPr="00292198">
        <w:rPr>
          <w:rFonts w:ascii="Times New Roman" w:hAnsi="Times New Roman"/>
          <w:bCs/>
          <w:iCs/>
        </w:rPr>
        <w:t xml:space="preserve"> </w:t>
      </w:r>
    </w:p>
    <w:p w:rsidR="00D30E01" w:rsidRPr="00292198" w:rsidRDefault="00292198" w:rsidP="00D30E01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lastRenderedPageBreak/>
        <w:t xml:space="preserve"> </w:t>
      </w:r>
      <w:r w:rsidR="00D30E01" w:rsidRPr="00292198">
        <w:rPr>
          <w:rFonts w:ascii="Times New Roman" w:hAnsi="Times New Roman"/>
          <w:bCs/>
          <w:iCs/>
        </w:rPr>
        <w:t xml:space="preserve"> </w:t>
      </w:r>
    </w:p>
    <w:p w:rsidR="00D30E01" w:rsidRPr="00292198" w:rsidRDefault="00292198" w:rsidP="00D30E01">
      <w:pPr>
        <w:spacing w:after="0" w:line="240" w:lineRule="auto"/>
        <w:jc w:val="both"/>
        <w:rPr>
          <w:rFonts w:ascii="Times New Roman" w:hAnsi="Times New Roman"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D30E01" w:rsidRPr="00292198">
        <w:rPr>
          <w:rFonts w:ascii="Times New Roman" w:hAnsi="Times New Roman"/>
          <w:bCs/>
          <w:iCs/>
        </w:rPr>
        <w:t xml:space="preserve"> 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lastRenderedPageBreak/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362" w:rsidRDefault="00A94362" w:rsidP="0038231F">
      <w:pPr>
        <w:spacing w:after="0" w:line="240" w:lineRule="auto"/>
      </w:pPr>
      <w:r>
        <w:separator/>
      </w:r>
    </w:p>
  </w:endnote>
  <w:endnote w:type="continuationSeparator" w:id="0">
    <w:p w:rsidR="00A94362" w:rsidRDefault="00A94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E01" w:rsidRDefault="00D30E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142D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142D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E01" w:rsidRDefault="00D30E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362" w:rsidRDefault="00A94362" w:rsidP="0038231F">
      <w:pPr>
        <w:spacing w:after="0" w:line="240" w:lineRule="auto"/>
      </w:pPr>
      <w:r>
        <w:separator/>
      </w:r>
    </w:p>
  </w:footnote>
  <w:footnote w:type="continuationSeparator" w:id="0">
    <w:p w:rsidR="00A94362" w:rsidRDefault="00A943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E01" w:rsidRDefault="00D30E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E01" w:rsidRDefault="00D30E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E01" w:rsidRDefault="00D30E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62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94362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0E01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142D7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A237D-3861-4420-8889-FFE4C485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2016-07-26T11:32:00Z</cp:lastPrinted>
  <dcterms:created xsi:type="dcterms:W3CDTF">2020-11-09T11:02:00Z</dcterms:created>
  <dcterms:modified xsi:type="dcterms:W3CDTF">2020-11-09T11:02:00Z</dcterms:modified>
</cp:coreProperties>
</file>